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A7C14" w14:textId="77777777" w:rsidR="009B7665" w:rsidRDefault="009B7665"/>
    <w:p w14:paraId="0AE6E3E9" w14:textId="77777777" w:rsidR="00B57251" w:rsidRDefault="00B57251"/>
    <w:p w14:paraId="56C21C03" w14:textId="027A307C" w:rsidR="009E4A6B" w:rsidRPr="009E4A6B" w:rsidRDefault="007031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Taotlus</w:t>
      </w:r>
    </w:p>
    <w:p w14:paraId="6FB98C08" w14:textId="77777777" w:rsidR="009E4A6B" w:rsidRPr="009E4A6B" w:rsidRDefault="009E4A6B">
      <w:pPr>
        <w:rPr>
          <w:rFonts w:ascii="Times New Roman" w:hAnsi="Times New Roman" w:cs="Times New Roman"/>
          <w:sz w:val="24"/>
          <w:szCs w:val="24"/>
        </w:rPr>
      </w:pPr>
    </w:p>
    <w:p w14:paraId="3C3E1328" w14:textId="692DA6DE" w:rsidR="009E4A6B" w:rsidRDefault="007031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Riigihangete vaidlustuskomisjon</w:t>
      </w:r>
    </w:p>
    <w:p w14:paraId="7899A7F9" w14:textId="36CD6993" w:rsidR="0070313C" w:rsidRDefault="0070313C">
      <w:pPr>
        <w:rPr>
          <w:rFonts w:ascii="CIDFont+F2" w:hAnsi="CIDFont+F2" w:cs="CIDFont+F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Vaidlustusasja number: </w:t>
      </w:r>
      <w:r>
        <w:rPr>
          <w:rFonts w:ascii="CIDFont+F2" w:hAnsi="CIDFont+F2" w:cs="CIDFont+F2"/>
          <w:sz w:val="24"/>
          <w:szCs w:val="24"/>
        </w:rPr>
        <w:t>91-24/277742</w:t>
      </w:r>
    </w:p>
    <w:p w14:paraId="4AAE006A" w14:textId="77777777" w:rsidR="0070313C" w:rsidRDefault="0070313C">
      <w:pPr>
        <w:rPr>
          <w:rFonts w:ascii="CIDFont+F2" w:hAnsi="CIDFont+F2" w:cs="CIDFont+F2"/>
          <w:sz w:val="24"/>
          <w:szCs w:val="24"/>
        </w:rPr>
      </w:pPr>
    </w:p>
    <w:p w14:paraId="50A618CA" w14:textId="77777777" w:rsidR="0070313C" w:rsidRDefault="0070313C">
      <w:pPr>
        <w:rPr>
          <w:rFonts w:ascii="CIDFont+F2" w:hAnsi="CIDFont+F2" w:cs="CIDFont+F2"/>
          <w:sz w:val="24"/>
          <w:szCs w:val="24"/>
        </w:rPr>
      </w:pPr>
    </w:p>
    <w:p w14:paraId="3A43D9D6" w14:textId="017A02DA" w:rsidR="0070313C" w:rsidRPr="009E4A6B" w:rsidRDefault="007031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Seoses vaidlustusasja </w:t>
      </w:r>
      <w:r>
        <w:rPr>
          <w:rFonts w:ascii="CIDFont+F2" w:hAnsi="CIDFont+F2" w:cs="CIDFont+F2"/>
          <w:sz w:val="24"/>
          <w:szCs w:val="24"/>
        </w:rPr>
        <w:t>vaidlustusest loobumise tõttu</w:t>
      </w:r>
      <w:r>
        <w:rPr>
          <w:rFonts w:ascii="CIDFont+F2" w:hAnsi="CIDFont+F2" w:cs="CIDFont+F2"/>
          <w:sz w:val="24"/>
          <w:szCs w:val="24"/>
        </w:rPr>
        <w:t xml:space="preserve"> meie poolt, palume tagastada meie poolt tasutud Riigilõiv 1280€ meie kontole: EE042200221063550402 Korrashoid OÜ</w:t>
      </w:r>
    </w:p>
    <w:p w14:paraId="3471AFF0" w14:textId="77777777" w:rsidR="009E4A6B" w:rsidRDefault="009E4A6B"/>
    <w:p w14:paraId="08774BD4" w14:textId="77777777" w:rsidR="009E4A6B" w:rsidRDefault="009E4A6B"/>
    <w:p w14:paraId="63A4BBFC" w14:textId="5528F195" w:rsidR="009E4A6B" w:rsidRDefault="0070313C">
      <w:r>
        <w:t>Aivar Kõrm</w:t>
      </w:r>
    </w:p>
    <w:p w14:paraId="186E4E9A" w14:textId="1B040076" w:rsidR="0070313C" w:rsidRDefault="0070313C">
      <w:r>
        <w:t xml:space="preserve">Juhatuse liige </w:t>
      </w:r>
    </w:p>
    <w:p w14:paraId="22B9914C" w14:textId="3DCF6C5B" w:rsidR="0070313C" w:rsidRDefault="0070313C">
      <w:r>
        <w:t>Allkirjastatud digitaalselt</w:t>
      </w:r>
    </w:p>
    <w:p w14:paraId="1DBD6489" w14:textId="77777777" w:rsidR="0070313C" w:rsidRDefault="0070313C"/>
    <w:p w14:paraId="2F4100BD" w14:textId="15B22CD5" w:rsidR="0070313C" w:rsidRDefault="0070313C">
      <w:r>
        <w:t>06.06.2024</w:t>
      </w:r>
    </w:p>
    <w:p w14:paraId="41CCA6B0" w14:textId="77777777" w:rsidR="009E4A6B" w:rsidRDefault="009E4A6B"/>
    <w:p w14:paraId="6323763E" w14:textId="77777777" w:rsidR="009E4A6B" w:rsidRDefault="009E4A6B"/>
    <w:sectPr w:rsidR="009E4A6B" w:rsidSect="009E4A6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85689" w14:textId="77777777" w:rsidR="0070313C" w:rsidRDefault="0070313C" w:rsidP="009E4A6B">
      <w:pPr>
        <w:spacing w:after="0" w:line="240" w:lineRule="auto"/>
      </w:pPr>
      <w:r>
        <w:separator/>
      </w:r>
    </w:p>
  </w:endnote>
  <w:endnote w:type="continuationSeparator" w:id="0">
    <w:p w14:paraId="4A3803E2" w14:textId="77777777" w:rsidR="0070313C" w:rsidRDefault="0070313C" w:rsidP="009E4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FF43D" w14:textId="77777777" w:rsidR="009E4A6B" w:rsidRPr="009E4A6B" w:rsidRDefault="009E4A6B">
    <w:pPr>
      <w:pStyle w:val="Jalus"/>
      <w:rPr>
        <w:sz w:val="20"/>
        <w:szCs w:val="20"/>
      </w:rPr>
    </w:pPr>
    <w:r w:rsidRPr="009E4A6B">
      <w:rPr>
        <w:sz w:val="20"/>
        <w:szCs w:val="20"/>
      </w:rPr>
      <w:t>Korrashoid OÜ</w:t>
    </w:r>
    <w:r>
      <w:rPr>
        <w:sz w:val="20"/>
        <w:szCs w:val="20"/>
      </w:rPr>
      <w:tab/>
    </w:r>
    <w:r>
      <w:rPr>
        <w:sz w:val="20"/>
        <w:szCs w:val="20"/>
      </w:rPr>
      <w:tab/>
      <w:t>registrikood:12972926</w:t>
    </w:r>
  </w:p>
  <w:p w14:paraId="0E09C37F" w14:textId="77777777" w:rsidR="009E4A6B" w:rsidRPr="009E4A6B" w:rsidRDefault="009E4A6B">
    <w:pPr>
      <w:pStyle w:val="Jalus"/>
      <w:rPr>
        <w:sz w:val="20"/>
        <w:szCs w:val="20"/>
      </w:rPr>
    </w:pPr>
    <w:r w:rsidRPr="009E4A6B">
      <w:rPr>
        <w:sz w:val="20"/>
        <w:szCs w:val="20"/>
      </w:rPr>
      <w:t>Mere 8, Käina 92101 Hiiumaa, tel: 53 232</w:t>
    </w:r>
    <w:r>
      <w:rPr>
        <w:sz w:val="20"/>
        <w:szCs w:val="20"/>
      </w:rPr>
      <w:t> </w:t>
    </w:r>
    <w:r w:rsidRPr="009E4A6B">
      <w:rPr>
        <w:sz w:val="20"/>
        <w:szCs w:val="20"/>
      </w:rPr>
      <w:t>661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KMKR: </w:t>
    </w:r>
    <w:r w:rsidRPr="009E4A6B">
      <w:rPr>
        <w:sz w:val="20"/>
        <w:szCs w:val="20"/>
      </w:rPr>
      <w:t>EE101847874</w:t>
    </w:r>
  </w:p>
  <w:p w14:paraId="279D9204" w14:textId="77777777" w:rsidR="009E4A6B" w:rsidRPr="009E4A6B" w:rsidRDefault="0070313C">
    <w:pPr>
      <w:pStyle w:val="Jalus"/>
      <w:rPr>
        <w:sz w:val="20"/>
        <w:szCs w:val="20"/>
      </w:rPr>
    </w:pPr>
    <w:hyperlink r:id="rId1" w:history="1">
      <w:r w:rsidR="009E4A6B" w:rsidRPr="009E4A6B">
        <w:rPr>
          <w:sz w:val="20"/>
          <w:szCs w:val="20"/>
        </w:rPr>
        <w:t>www.kvkorrashoid.ee</w:t>
      </w:r>
    </w:hyperlink>
    <w:r w:rsidR="009E4A6B" w:rsidRPr="009E4A6B">
      <w:rPr>
        <w:sz w:val="20"/>
        <w:szCs w:val="20"/>
      </w:rPr>
      <w:t xml:space="preserve">  </w:t>
    </w:r>
    <w:hyperlink r:id="rId2" w:history="1">
      <w:r w:rsidR="009E4A6B" w:rsidRPr="009E4A6B">
        <w:rPr>
          <w:sz w:val="20"/>
          <w:szCs w:val="20"/>
        </w:rPr>
        <w:t>aivar@kvkorrashoid.ee</w:t>
      </w:r>
    </w:hyperlink>
    <w:r w:rsidR="009E4A6B">
      <w:rPr>
        <w:sz w:val="20"/>
        <w:szCs w:val="20"/>
      </w:rPr>
      <w:tab/>
    </w:r>
    <w:r w:rsidR="009E4A6B">
      <w:rPr>
        <w:sz w:val="20"/>
        <w:szCs w:val="20"/>
      </w:rPr>
      <w:tab/>
      <w:t xml:space="preserve">Swedbank </w:t>
    </w:r>
    <w:r w:rsidR="009E4A6B" w:rsidRPr="009E4A6B">
      <w:rPr>
        <w:sz w:val="20"/>
        <w:szCs w:val="20"/>
      </w:rPr>
      <w:t>EE042200221063550402</w:t>
    </w:r>
    <w:r w:rsidR="009E4A6B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448B4" w14:textId="77777777" w:rsidR="0070313C" w:rsidRDefault="0070313C" w:rsidP="009E4A6B">
      <w:pPr>
        <w:spacing w:after="0" w:line="240" w:lineRule="auto"/>
      </w:pPr>
      <w:r>
        <w:separator/>
      </w:r>
    </w:p>
  </w:footnote>
  <w:footnote w:type="continuationSeparator" w:id="0">
    <w:p w14:paraId="51525CD1" w14:textId="77777777" w:rsidR="0070313C" w:rsidRDefault="0070313C" w:rsidP="009E4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08505" w14:textId="77777777" w:rsidR="00B57251" w:rsidRDefault="00B57251">
    <w:pPr>
      <w:pStyle w:val="Pis"/>
      <w:rPr>
        <w:noProof/>
        <w:color w:val="1F497D"/>
        <w:lang w:eastAsia="et-EE"/>
      </w:rPr>
    </w:pPr>
  </w:p>
  <w:p w14:paraId="0E0BF3E0" w14:textId="77777777" w:rsidR="00B57251" w:rsidRDefault="00B57251">
    <w:pPr>
      <w:pStyle w:val="Pis"/>
      <w:rPr>
        <w:noProof/>
        <w:color w:val="1F497D"/>
        <w:lang w:eastAsia="et-EE"/>
      </w:rPr>
    </w:pPr>
  </w:p>
  <w:p w14:paraId="7B9790CB" w14:textId="77777777" w:rsidR="009E4A6B" w:rsidRDefault="009E4A6B">
    <w:pPr>
      <w:pStyle w:val="Pis"/>
    </w:pPr>
    <w:r>
      <w:rPr>
        <w:noProof/>
        <w:color w:val="1F497D"/>
        <w:lang w:eastAsia="et-EE"/>
      </w:rPr>
      <w:drawing>
        <wp:inline distT="0" distB="0" distL="0" distR="0" wp14:anchorId="4FD03F0B" wp14:editId="030F70ED">
          <wp:extent cx="1190625" cy="476250"/>
          <wp:effectExtent l="0" t="0" r="9525" b="0"/>
          <wp:docPr id="2" name="Pilt 2" descr="cid:image002.png@01D17FB4.5951F8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17FB4.5951F8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9AB356" w14:textId="77777777" w:rsidR="009E4A6B" w:rsidRDefault="009E4A6B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3C"/>
    <w:rsid w:val="000C77B2"/>
    <w:rsid w:val="001028F0"/>
    <w:rsid w:val="00266A2B"/>
    <w:rsid w:val="0070313C"/>
    <w:rsid w:val="009B7665"/>
    <w:rsid w:val="009E4A6B"/>
    <w:rsid w:val="00A022F7"/>
    <w:rsid w:val="00B57251"/>
    <w:rsid w:val="00F5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0E859"/>
  <w15:chartTrackingRefBased/>
  <w15:docId w15:val="{02178614-F804-455C-8B80-ADEEA905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4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E4A6B"/>
  </w:style>
  <w:style w:type="paragraph" w:styleId="Jalus">
    <w:name w:val="footer"/>
    <w:basedOn w:val="Normaallaad"/>
    <w:link w:val="JalusMrk"/>
    <w:uiPriority w:val="99"/>
    <w:unhideWhenUsed/>
    <w:rsid w:val="009E4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E4A6B"/>
  </w:style>
  <w:style w:type="character" w:styleId="Hperlink">
    <w:name w:val="Hyperlink"/>
    <w:basedOn w:val="Liguvaikefont"/>
    <w:uiPriority w:val="99"/>
    <w:unhideWhenUsed/>
    <w:rsid w:val="009E4A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ivar@kvkorrashoid.ee" TargetMode="External"/><Relationship Id="rId1" Type="http://schemas.openxmlformats.org/officeDocument/2006/relationships/hyperlink" Target="http://www.kvkorrashoid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17FB4.5951F80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iri\OneDrive%20-%20Korrashoid%20O&#220;%20(1)\T&#246;&#246;laud\Korrashoid\Blanketid\Kiri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Kiri</Template>
  <TotalTime>7</TotalTime>
  <Pages>1</Pages>
  <Words>46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 Kõrm</dc:creator>
  <cp:keywords/>
  <dc:description/>
  <cp:lastModifiedBy>Kairi Kõrm</cp:lastModifiedBy>
  <cp:revision>1</cp:revision>
  <dcterms:created xsi:type="dcterms:W3CDTF">2024-06-06T05:24:00Z</dcterms:created>
  <dcterms:modified xsi:type="dcterms:W3CDTF">2024-06-06T05:31:00Z</dcterms:modified>
</cp:coreProperties>
</file>